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024BB406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Infra-Red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4E5B0F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74F4BCB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11A33960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71428C94" w:rsidR="006F7531" w:rsidRPr="006F7531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 w:rsidRPr="0070752E">
        <w:rPr>
          <w:rFonts w:ascii="Arial" w:hAnsi="Arial" w:cs="Arial"/>
          <w:lang w:val="en-CA"/>
        </w:rPr>
        <w:t>Infra-Red models shall be available in 850nm or 940nm versions.</w:t>
      </w:r>
      <w:r w:rsidR="000A0856">
        <w:rPr>
          <w:rFonts w:ascii="Arial" w:hAnsi="Arial" w:cs="Arial"/>
          <w:lang w:val="en-CA"/>
        </w:rPr>
        <w:t xml:space="preserve"> Other wavelengths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7ABDC4B2" w14:textId="7A6C80BE" w:rsidR="00340FE5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340FE5">
        <w:rPr>
          <w:rFonts w:ascii="Arial" w:hAnsi="Arial" w:cs="Arial"/>
          <w:lang w:val="en-CA"/>
        </w:rPr>
        <w:t>.</w:t>
      </w:r>
    </w:p>
    <w:p w14:paraId="10BB776F" w14:textId="77777777" w:rsidR="00340FE5" w:rsidRDefault="00340FE5" w:rsidP="004F7C8E">
      <w:pPr>
        <w:pStyle w:val="ListParagraph"/>
        <w:rPr>
          <w:rFonts w:ascii="Arial" w:hAnsi="Arial" w:cs="Arial"/>
          <w:lang w:val="en-CA"/>
        </w:rPr>
      </w:pPr>
    </w:p>
    <w:p w14:paraId="7ABD2CD4" w14:textId="6E71E69D" w:rsidR="00340FE5" w:rsidRDefault="00760120" w:rsidP="004F7C8E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4E5B0F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4F7C8E">
      <w:pPr>
        <w:adjustRightInd w:val="0"/>
        <w:jc w:val="both"/>
        <w:rPr>
          <w:rFonts w:ascii="Arial" w:hAnsi="Arial" w:cs="Arial"/>
          <w:lang w:val="en-CA"/>
        </w:rPr>
      </w:pPr>
    </w:p>
    <w:p w14:paraId="4F260980" w14:textId="507C9BA0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437CC685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24D8A945" w:rsidR="00E14113" w:rsidRPr="00A9611B" w:rsidRDefault="00E14113" w:rsidP="004F7C8E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BBDE5F8" w:rsidR="000A0856" w:rsidRPr="004F7C8E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4F7C8E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4F7C8E">
        <w:rPr>
          <w:rStyle w:val="hps"/>
          <w:rFonts w:ascii="Arial" w:hAnsi="Arial" w:cs="Arial"/>
          <w:lang w:val="en-CA"/>
        </w:rPr>
        <w:t xml:space="preserve"> and the </w:t>
      </w:r>
      <w:r w:rsidR="000A0856" w:rsidRPr="004F7C8E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3A3594CF" w:rsidR="000469F9" w:rsidRPr="00BE345E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9868F0">
        <w:rPr>
          <w:rFonts w:ascii="Arial" w:hAnsi="Arial" w:cs="Arial"/>
          <w:iCs/>
          <w:lang w:val="en-CA"/>
        </w:rPr>
        <w:t>500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416F28">
        <w:rPr>
          <w:rFonts w:ascii="Arial" w:hAnsi="Arial" w:cs="Arial"/>
          <w:iCs/>
          <w:lang w:val="en-CA"/>
        </w:rPr>
        <w:t>1</w:t>
      </w:r>
      <w:r w:rsidR="009868F0">
        <w:rPr>
          <w:rFonts w:ascii="Arial" w:hAnsi="Arial" w:cs="Arial"/>
          <w:iCs/>
          <w:lang w:val="en-CA"/>
        </w:rPr>
        <w:t>640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723D0420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C0A50" w:rsidRPr="005C1C9B">
        <w:rPr>
          <w:rFonts w:ascii="Arial" w:hAnsi="Arial" w:cs="Arial"/>
          <w:iCs/>
          <w:lang w:val="en-CA"/>
        </w:rPr>
        <w:t xml:space="preserve">,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7B65F521" w:rsidR="000469F9" w:rsidRPr="00207E8C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4E5B0F">
        <w:rPr>
          <w:rFonts w:ascii="Arial" w:hAnsi="Arial" w:cs="Arial"/>
          <w:iCs/>
          <w:lang w:val="en-CA"/>
        </w:rPr>
        <w:t>PLATINUM Elite SMT LEDs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BF35C1B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Wavelength: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  <w:t>850nm (940nm as an option)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 w:rsidRPr="00207E8C">
        <w:rPr>
          <w:rFonts w:ascii="Arial" w:hAnsi="Arial" w:cs="Arial"/>
          <w:iCs/>
          <w:lang w:val="en-CA"/>
        </w:rPr>
        <w:t>at</w:t>
      </w:r>
      <w:proofErr w:type="gramEnd"/>
      <w:r w:rsidRPr="00207E8C">
        <w:rPr>
          <w:rFonts w:ascii="Arial" w:hAnsi="Arial" w:cs="Arial"/>
          <w:iCs/>
          <w:lang w:val="en-CA"/>
        </w:rPr>
        <w:t xml:space="preserve"> max distance :</w:t>
      </w:r>
      <w:r w:rsidRPr="00207E8C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Pr="00207E8C">
        <w:rPr>
          <w:rFonts w:ascii="Arial" w:hAnsi="Arial" w:cs="Arial"/>
          <w:iCs/>
          <w:lang w:val="en-CA"/>
        </w:rPr>
        <w:t>At least 0.35uW/cm</w:t>
      </w:r>
      <w:r w:rsidRPr="00207E8C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4C67B9CA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DF13E9">
        <w:rPr>
          <w:rFonts w:ascii="Arial" w:hAnsi="Arial" w:cs="Arial"/>
          <w:iCs/>
          <w:lang w:val="en-CA"/>
        </w:rPr>
        <w:t>100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42BC63F0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9868F0">
        <w:rPr>
          <w:rFonts w:ascii="Arial" w:hAnsi="Arial" w:cs="Arial"/>
          <w:iCs/>
          <w:lang w:val="en-CA"/>
        </w:rPr>
        <w:t>3.1</w:t>
      </w:r>
      <w:r w:rsidR="00416F28">
        <w:rPr>
          <w:rFonts w:ascii="Arial" w:hAnsi="Arial" w:cs="Arial"/>
          <w:iCs/>
          <w:lang w:val="en-CA"/>
        </w:rPr>
        <w:t>kg (</w:t>
      </w:r>
      <w:r w:rsidR="009868F0">
        <w:rPr>
          <w:rFonts w:ascii="Arial" w:hAnsi="Arial" w:cs="Arial"/>
          <w:iCs/>
          <w:lang w:val="en-CA"/>
        </w:rPr>
        <w:t>6.8l</w:t>
      </w:r>
      <w:r w:rsidR="0031069A" w:rsidRPr="00BE345E">
        <w:rPr>
          <w:rFonts w:ascii="Arial" w:hAnsi="Arial" w:cs="Arial"/>
          <w:iCs/>
          <w:lang w:val="en-CA"/>
        </w:rPr>
        <w:t>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41878E3A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 xml:space="preserve">Black (RAL </w:t>
      </w:r>
      <w:r w:rsidR="00340FE5">
        <w:rPr>
          <w:rFonts w:ascii="Arial" w:hAnsi="Arial" w:cs="Arial"/>
          <w:iCs/>
          <w:lang w:val="en-CA"/>
        </w:rPr>
        <w:t>9005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234A21A0" w:rsidR="000469F9" w:rsidRPr="00BE345E" w:rsidRDefault="00340FE5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1E5AB74A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9868F0">
        <w:rPr>
          <w:rFonts w:ascii="Arial" w:hAnsi="Arial" w:cs="Arial"/>
          <w:iCs/>
          <w:lang w:val="fr-CA"/>
        </w:rPr>
        <w:t>180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9868F0">
        <w:rPr>
          <w:rFonts w:ascii="Arial" w:hAnsi="Arial" w:cs="Arial"/>
          <w:iCs/>
          <w:lang w:val="fr-CA"/>
        </w:rPr>
        <w:t>277</w:t>
      </w:r>
      <w:r w:rsidR="009579AA" w:rsidRPr="005C1C9B">
        <w:rPr>
          <w:rFonts w:ascii="Arial" w:hAnsi="Arial" w:cs="Arial"/>
          <w:iCs/>
          <w:lang w:val="fr-CA"/>
        </w:rPr>
        <w:t xml:space="preserve">mm x </w:t>
      </w:r>
      <w:r w:rsidR="009868F0">
        <w:rPr>
          <w:rFonts w:ascii="Arial" w:hAnsi="Arial" w:cs="Arial"/>
          <w:iCs/>
          <w:lang w:val="fr-CA"/>
        </w:rPr>
        <w:t>75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9868F0">
        <w:rPr>
          <w:rFonts w:ascii="Arial" w:hAnsi="Arial" w:cs="Arial"/>
          <w:iCs/>
          <w:lang w:val="fr-CA"/>
        </w:rPr>
        <w:t>7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9868F0">
        <w:rPr>
          <w:rFonts w:ascii="Arial" w:hAnsi="Arial" w:cs="Arial"/>
          <w:iCs/>
          <w:lang w:val="fr-CA"/>
        </w:rPr>
        <w:t>11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9868F0">
        <w:rPr>
          <w:rFonts w:ascii="Arial" w:hAnsi="Arial" w:cs="Arial"/>
          <w:iCs/>
          <w:lang w:val="fr-CA"/>
        </w:rPr>
        <w:t>2.9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476E693D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4F7C8E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4F7C8E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48E1020F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4F7C8E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4F7C8E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2003DA8B" w14:textId="77777777" w:rsidR="007128D2" w:rsidRPr="00961A18" w:rsidRDefault="007128D2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590782BB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BE01DF">
        <w:rPr>
          <w:rFonts w:ascii="Arial" w:hAnsi="Arial" w:cs="Arial"/>
          <w:lang w:val="en-CA"/>
        </w:rPr>
        <w:t>Infra-Red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4F7C8E">
        <w:rPr>
          <w:rFonts w:ascii="Arial" w:hAnsi="Arial" w:cs="Arial"/>
          <w:lang w:val="en-CA"/>
        </w:rPr>
        <w:t>-</w:t>
      </w:r>
      <w:r w:rsidR="00416F28">
        <w:rPr>
          <w:rFonts w:ascii="Arial" w:hAnsi="Arial" w:cs="Arial"/>
          <w:lang w:val="en-CA"/>
        </w:rPr>
        <w:t>i</w:t>
      </w:r>
      <w:r w:rsidR="009868F0">
        <w:rPr>
          <w:rFonts w:ascii="Arial" w:hAnsi="Arial" w:cs="Arial"/>
          <w:lang w:val="en-CA"/>
        </w:rPr>
        <w:t>16</w:t>
      </w:r>
      <w:r w:rsidR="00960A00">
        <w:rPr>
          <w:rFonts w:ascii="Arial" w:hAnsi="Arial" w:cs="Arial"/>
          <w:lang w:val="en-CA"/>
        </w:rPr>
        <w:t>-</w:t>
      </w:r>
      <w:r w:rsidR="005C1C9B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 xml:space="preserve"> (for 850nm models) or VAR2-i</w:t>
      </w:r>
      <w:r w:rsidR="009868F0">
        <w:rPr>
          <w:rFonts w:ascii="Arial" w:hAnsi="Arial" w:cs="Arial"/>
          <w:lang w:val="en-CA"/>
        </w:rPr>
        <w:t>16</w:t>
      </w:r>
      <w:r w:rsidR="00961A18">
        <w:rPr>
          <w:rFonts w:ascii="Arial" w:hAnsi="Arial" w:cs="Arial"/>
          <w:lang w:val="en-CA"/>
        </w:rPr>
        <w:t>-</w:t>
      </w:r>
      <w:r w:rsidR="005C1C9B">
        <w:rPr>
          <w:rFonts w:ascii="Arial" w:hAnsi="Arial" w:cs="Arial"/>
          <w:lang w:val="en-CA"/>
        </w:rPr>
        <w:t>1</w:t>
      </w:r>
      <w:r w:rsidR="00961A18">
        <w:rPr>
          <w:rFonts w:ascii="Arial" w:hAnsi="Arial" w:cs="Arial"/>
          <w:lang w:val="en-CA"/>
        </w:rPr>
        <w:t>-C (for 940nm models)</w:t>
      </w:r>
      <w:r w:rsidR="009579AA">
        <w:rPr>
          <w:rFonts w:ascii="Arial" w:hAnsi="Arial" w:cs="Arial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0CCFF" w14:textId="77777777" w:rsidR="00BB561B" w:rsidRDefault="00BB561B">
      <w:r>
        <w:separator/>
      </w:r>
    </w:p>
  </w:endnote>
  <w:endnote w:type="continuationSeparator" w:id="0">
    <w:p w14:paraId="57713C62" w14:textId="77777777" w:rsidR="00BB561B" w:rsidRDefault="00BB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033C9" w14:textId="77777777" w:rsidR="00BB561B" w:rsidRDefault="00BB561B">
      <w:r>
        <w:separator/>
      </w:r>
    </w:p>
  </w:footnote>
  <w:footnote w:type="continuationSeparator" w:id="0">
    <w:p w14:paraId="0D62F2B1" w14:textId="77777777" w:rsidR="00BB561B" w:rsidRDefault="00BB5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4F7C8E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4F7C8E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4F7C8E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53880F2C" w:rsidR="00BE01DF" w:rsidRPr="004F7C8E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4F7C8E">
            <w:rPr>
              <w:rFonts w:ascii="Arial" w:eastAsiaTheme="majorEastAsia" w:hAnsi="Arial" w:cs="Arial"/>
              <w:sz w:val="28"/>
              <w:szCs w:val="28"/>
              <w:lang w:val="en-CA"/>
            </w:rPr>
            <w:t>VAR2-i</w:t>
          </w:r>
          <w:r w:rsidR="003E2059">
            <w:rPr>
              <w:rFonts w:ascii="Arial" w:eastAsiaTheme="majorEastAsia" w:hAnsi="Arial" w:cs="Arial"/>
              <w:sz w:val="28"/>
              <w:szCs w:val="28"/>
              <w:lang w:val="en-CA"/>
            </w:rPr>
            <w:t>16</w:t>
          </w:r>
          <w:r w:rsidRPr="004F7C8E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6B0E4C" w:rsidRPr="004F7C8E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4F7C8E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Infra-Red Illuminator Specification    </w:t>
          </w:r>
        </w:p>
        <w:p w14:paraId="4B226F07" w14:textId="41D73DF3" w:rsidR="00BE01DF" w:rsidRPr="004F7C8E" w:rsidRDefault="003E2059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6</w:t>
          </w:r>
          <w:r w:rsidR="006A615E" w:rsidRPr="004F7C8E">
            <w:rPr>
              <w:rFonts w:ascii="Arial" w:hAnsi="Arial" w:cs="Arial"/>
              <w:sz w:val="24"/>
              <w:szCs w:val="28"/>
              <w:lang w:val="en-CA"/>
            </w:rPr>
            <w:t>5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50</w:t>
          </w:r>
          <w:r w:rsidR="006B0E4C" w:rsidRPr="004F7C8E">
            <w:rPr>
              <w:rFonts w:ascii="Arial" w:hAnsi="Arial" w:cs="Arial"/>
              <w:sz w:val="24"/>
              <w:szCs w:val="28"/>
              <w:lang w:val="en-CA"/>
            </w:rPr>
            <w:t>0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4F7C8E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>(</w:t>
          </w:r>
          <w:r>
            <w:rPr>
              <w:rFonts w:ascii="Arial" w:hAnsi="Arial" w:cs="Arial"/>
              <w:sz w:val="24"/>
              <w:szCs w:val="28"/>
              <w:lang w:val="en-CA"/>
            </w:rPr>
            <w:t>213</w:t>
          </w:r>
          <w:r w:rsidR="00BD35E6" w:rsidRPr="004F7C8E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>t to 1</w:t>
          </w:r>
          <w:r>
            <w:rPr>
              <w:rFonts w:ascii="Arial" w:hAnsi="Arial" w:cs="Arial"/>
              <w:sz w:val="24"/>
              <w:szCs w:val="28"/>
              <w:lang w:val="en-CA"/>
            </w:rPr>
            <w:t>640</w:t>
          </w:r>
          <w:r w:rsidR="00BE01DF" w:rsidRPr="004F7C8E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2F392A70" w:rsidR="00BE01DF" w:rsidRPr="004F7C8E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F7C8E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BD35E6" w:rsidRPr="004F7C8E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4F7C8E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4F7C8E" w:rsidRDefault="00BE01DF">
    <w:pPr>
      <w:pStyle w:val="Header"/>
      <w:rPr>
        <w:rFonts w:ascii="Arial" w:hAnsi="Arial" w:cs="Arial"/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1B560CFA"/>
    <w:lvl w:ilvl="0" w:tplc="38F8D24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102281"/>
    <w:rsid w:val="00103DBC"/>
    <w:rsid w:val="00112F10"/>
    <w:rsid w:val="001208B2"/>
    <w:rsid w:val="00122EBD"/>
    <w:rsid w:val="00146AEE"/>
    <w:rsid w:val="0016791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40FE5"/>
    <w:rsid w:val="00351A8F"/>
    <w:rsid w:val="0037739B"/>
    <w:rsid w:val="0038299C"/>
    <w:rsid w:val="00385DEF"/>
    <w:rsid w:val="003A2D07"/>
    <w:rsid w:val="003A4182"/>
    <w:rsid w:val="003C618D"/>
    <w:rsid w:val="003C6984"/>
    <w:rsid w:val="003E2059"/>
    <w:rsid w:val="003F7E39"/>
    <w:rsid w:val="00410798"/>
    <w:rsid w:val="00416F28"/>
    <w:rsid w:val="004350AD"/>
    <w:rsid w:val="004559B6"/>
    <w:rsid w:val="00457377"/>
    <w:rsid w:val="00461211"/>
    <w:rsid w:val="00465524"/>
    <w:rsid w:val="00470033"/>
    <w:rsid w:val="0048234B"/>
    <w:rsid w:val="004A3547"/>
    <w:rsid w:val="004A6AE8"/>
    <w:rsid w:val="004E5B0F"/>
    <w:rsid w:val="004E5EF3"/>
    <w:rsid w:val="004E7BEE"/>
    <w:rsid w:val="004F2B35"/>
    <w:rsid w:val="004F7C8E"/>
    <w:rsid w:val="005044E6"/>
    <w:rsid w:val="00516CA0"/>
    <w:rsid w:val="0053196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870E8"/>
    <w:rsid w:val="006871F4"/>
    <w:rsid w:val="00690AFC"/>
    <w:rsid w:val="006A1803"/>
    <w:rsid w:val="006A2290"/>
    <w:rsid w:val="006A615E"/>
    <w:rsid w:val="006B0E4C"/>
    <w:rsid w:val="006D54D2"/>
    <w:rsid w:val="006D745A"/>
    <w:rsid w:val="006E30C3"/>
    <w:rsid w:val="006E4B82"/>
    <w:rsid w:val="006F3AB0"/>
    <w:rsid w:val="006F7531"/>
    <w:rsid w:val="00701F4A"/>
    <w:rsid w:val="007128D2"/>
    <w:rsid w:val="00720A9B"/>
    <w:rsid w:val="00744EBF"/>
    <w:rsid w:val="007452FA"/>
    <w:rsid w:val="00760120"/>
    <w:rsid w:val="007D3161"/>
    <w:rsid w:val="007E20B5"/>
    <w:rsid w:val="007F4973"/>
    <w:rsid w:val="00823052"/>
    <w:rsid w:val="00824D8D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868F0"/>
    <w:rsid w:val="009E5872"/>
    <w:rsid w:val="00A12D58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377AC"/>
    <w:rsid w:val="00B44329"/>
    <w:rsid w:val="00B57724"/>
    <w:rsid w:val="00B75BCC"/>
    <w:rsid w:val="00B815A3"/>
    <w:rsid w:val="00B8675B"/>
    <w:rsid w:val="00B8706C"/>
    <w:rsid w:val="00BB0269"/>
    <w:rsid w:val="00BB561B"/>
    <w:rsid w:val="00BB6943"/>
    <w:rsid w:val="00BC0CB3"/>
    <w:rsid w:val="00BC2934"/>
    <w:rsid w:val="00BD35E6"/>
    <w:rsid w:val="00BE01DF"/>
    <w:rsid w:val="00BE345E"/>
    <w:rsid w:val="00BF5AFB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3E9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DADCF-A157-4CA0-AAB2-083CDD9C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8</TotalTime>
  <Pages>3</Pages>
  <Words>667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6</cp:revision>
  <cp:lastPrinted>2012-04-06T14:26:00Z</cp:lastPrinted>
  <dcterms:created xsi:type="dcterms:W3CDTF">2017-01-26T16:05:00Z</dcterms:created>
  <dcterms:modified xsi:type="dcterms:W3CDTF">2017-02-01T12:28:00Z</dcterms:modified>
</cp:coreProperties>
</file>